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8FF" w:rsidRDefault="009E38FF" w:rsidP="009E38FF">
      <w:pPr>
        <w:jc w:val="center"/>
        <w:rPr>
          <w:rFonts w:ascii="黑体" w:eastAsia="黑体" w:hAnsi="华文中宋"/>
          <w:b/>
          <w:sz w:val="36"/>
          <w:szCs w:val="36"/>
        </w:rPr>
      </w:pPr>
      <w:r>
        <w:rPr>
          <w:rFonts w:ascii="黑体" w:eastAsia="黑体" w:hAnsi="华文中宋" w:hint="eastAsia"/>
          <w:b/>
          <w:sz w:val="36"/>
          <w:szCs w:val="36"/>
        </w:rPr>
        <w:t>中国矿业大学</w:t>
      </w:r>
      <w:r w:rsidRPr="007B3D22">
        <w:rPr>
          <w:rFonts w:ascii="黑体" w:eastAsia="黑体" w:hAnsi="华文中宋" w:hint="eastAsia"/>
          <w:b/>
          <w:sz w:val="36"/>
          <w:szCs w:val="36"/>
        </w:rPr>
        <w:t>第八届教职工代表大会暨第十四届工会会员代表大会</w:t>
      </w:r>
    </w:p>
    <w:p w:rsidR="009E38FF" w:rsidRPr="007F7585" w:rsidRDefault="009E38FF" w:rsidP="009E38FF">
      <w:pPr>
        <w:jc w:val="center"/>
        <w:rPr>
          <w:rFonts w:ascii="黑体" w:eastAsia="黑体" w:hAnsi="华文中宋"/>
          <w:b/>
          <w:sz w:val="36"/>
          <w:szCs w:val="36"/>
        </w:rPr>
      </w:pPr>
      <w:r w:rsidRPr="007F7585">
        <w:rPr>
          <w:rFonts w:ascii="黑体" w:eastAsia="黑体" w:hAnsi="华文中宋" w:hint="eastAsia"/>
          <w:b/>
          <w:sz w:val="36"/>
          <w:szCs w:val="36"/>
        </w:rPr>
        <w:t>代</w:t>
      </w:r>
      <w:r>
        <w:rPr>
          <w:rFonts w:ascii="黑体" w:eastAsia="黑体" w:hAnsi="华文中宋" w:hint="eastAsia"/>
          <w:b/>
          <w:sz w:val="36"/>
          <w:szCs w:val="36"/>
        </w:rPr>
        <w:t xml:space="preserve"> </w:t>
      </w:r>
      <w:r w:rsidRPr="007F7585">
        <w:rPr>
          <w:rFonts w:ascii="黑体" w:eastAsia="黑体" w:hAnsi="华文中宋" w:hint="eastAsia"/>
          <w:b/>
          <w:sz w:val="36"/>
          <w:szCs w:val="36"/>
        </w:rPr>
        <w:t>表</w:t>
      </w:r>
      <w:r>
        <w:rPr>
          <w:rFonts w:ascii="黑体" w:eastAsia="黑体" w:hAnsi="华文中宋" w:hint="eastAsia"/>
          <w:b/>
          <w:sz w:val="36"/>
          <w:szCs w:val="36"/>
        </w:rPr>
        <w:t xml:space="preserve"> </w:t>
      </w:r>
      <w:r w:rsidRPr="007F7585">
        <w:rPr>
          <w:rFonts w:ascii="黑体" w:eastAsia="黑体" w:hAnsi="华文中宋" w:hint="eastAsia"/>
          <w:b/>
          <w:sz w:val="36"/>
          <w:szCs w:val="36"/>
        </w:rPr>
        <w:t>名</w:t>
      </w:r>
      <w:r>
        <w:rPr>
          <w:rFonts w:ascii="黑体" w:eastAsia="黑体" w:hAnsi="华文中宋" w:hint="eastAsia"/>
          <w:b/>
          <w:sz w:val="36"/>
          <w:szCs w:val="36"/>
        </w:rPr>
        <w:t xml:space="preserve"> </w:t>
      </w:r>
      <w:r w:rsidRPr="007F7585">
        <w:rPr>
          <w:rFonts w:ascii="黑体" w:eastAsia="黑体" w:hAnsi="华文中宋" w:hint="eastAsia"/>
          <w:b/>
          <w:sz w:val="36"/>
          <w:szCs w:val="36"/>
        </w:rPr>
        <w:t>册</w:t>
      </w:r>
      <w:r w:rsidR="00606257">
        <w:rPr>
          <w:rFonts w:ascii="黑体" w:eastAsia="黑体" w:hAnsi="华文中宋" w:hint="eastAsia"/>
          <w:b/>
          <w:sz w:val="36"/>
          <w:szCs w:val="36"/>
        </w:rPr>
        <w:t>(按</w:t>
      </w:r>
      <w:r w:rsidR="00606257">
        <w:rPr>
          <w:rFonts w:ascii="黑体" w:eastAsia="黑体" w:hAnsi="华文中宋"/>
          <w:b/>
          <w:sz w:val="36"/>
          <w:szCs w:val="36"/>
        </w:rPr>
        <w:t>姓氏笔画</w:t>
      </w:r>
      <w:bookmarkStart w:id="0" w:name="_GoBack"/>
      <w:bookmarkEnd w:id="0"/>
      <w:r w:rsidR="00606257">
        <w:rPr>
          <w:rFonts w:ascii="黑体" w:eastAsia="黑体" w:hAnsi="华文中宋"/>
          <w:b/>
          <w:sz w:val="36"/>
          <w:szCs w:val="36"/>
        </w:rPr>
        <w:t>)</w:t>
      </w:r>
    </w:p>
    <w:p w:rsidR="009E38FF" w:rsidRDefault="009E38FF" w:rsidP="009E38FF">
      <w:pPr>
        <w:spacing w:line="400" w:lineRule="exact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填报单位：</w:t>
      </w:r>
      <w:r w:rsidRPr="004C2480">
        <w:rPr>
          <w:rFonts w:eastAsia="仿宋_GB2312" w:hint="eastAsia"/>
          <w:sz w:val="28"/>
          <w:u w:val="single"/>
        </w:rPr>
        <w:t xml:space="preserve"> </w:t>
      </w:r>
      <w:r>
        <w:rPr>
          <w:rFonts w:eastAsia="仿宋_GB2312" w:hint="eastAsia"/>
          <w:sz w:val="28"/>
          <w:u w:val="single"/>
        </w:rPr>
        <w:t>文学与法政学院</w:t>
      </w:r>
      <w:r w:rsidRPr="004C2480">
        <w:rPr>
          <w:rFonts w:eastAsia="仿宋_GB2312" w:hint="eastAsia"/>
          <w:sz w:val="28"/>
          <w:u w:val="single"/>
        </w:rPr>
        <w:t xml:space="preserve"> </w:t>
      </w:r>
      <w:r>
        <w:rPr>
          <w:rFonts w:eastAsia="仿宋_GB2312" w:hint="eastAsia"/>
          <w:sz w:val="28"/>
        </w:rPr>
        <w:t>（盖章）</w:t>
      </w:r>
      <w:r>
        <w:rPr>
          <w:rFonts w:eastAsia="仿宋_GB2312" w:hint="eastAsia"/>
          <w:sz w:val="28"/>
        </w:rPr>
        <w:t xml:space="preserve">                             </w:t>
      </w:r>
      <w:r>
        <w:rPr>
          <w:rFonts w:ascii="楷体_GB2312" w:eastAsia="仿宋_GB2312" w:hint="eastAsia"/>
          <w:sz w:val="28"/>
        </w:rPr>
        <w:t xml:space="preserve">                 2014</w:t>
      </w:r>
      <w:r>
        <w:rPr>
          <w:rFonts w:eastAsia="仿宋_GB2312" w:hint="eastAsia"/>
          <w:sz w:val="28"/>
        </w:rPr>
        <w:t>年</w:t>
      </w:r>
      <w:r>
        <w:rPr>
          <w:rFonts w:ascii="楷体_GB2312" w:eastAsia="仿宋_GB2312"/>
          <w:sz w:val="28"/>
        </w:rPr>
        <w:t>11</w:t>
      </w:r>
      <w:r>
        <w:rPr>
          <w:rFonts w:eastAsia="仿宋_GB2312" w:hint="eastAsia"/>
          <w:sz w:val="28"/>
        </w:rPr>
        <w:t>月</w:t>
      </w:r>
      <w:r>
        <w:rPr>
          <w:rFonts w:ascii="楷体_GB2312" w:eastAsia="仿宋_GB2312"/>
          <w:sz w:val="28"/>
        </w:rPr>
        <w:t>12</w:t>
      </w:r>
      <w:r>
        <w:rPr>
          <w:rFonts w:eastAsia="仿宋_GB2312" w:hint="eastAsia"/>
          <w:sz w:val="28"/>
        </w:rPr>
        <w:t>日</w:t>
      </w:r>
    </w:p>
    <w:tbl>
      <w:tblPr>
        <w:tblW w:w="14718" w:type="dxa"/>
        <w:jc w:val="center"/>
        <w:tblLook w:val="0000" w:firstRow="0" w:lastRow="0" w:firstColumn="0" w:lastColumn="0" w:noHBand="0" w:noVBand="0"/>
      </w:tblPr>
      <w:tblGrid>
        <w:gridCol w:w="550"/>
        <w:gridCol w:w="1048"/>
        <w:gridCol w:w="2482"/>
        <w:gridCol w:w="542"/>
        <w:gridCol w:w="1056"/>
        <w:gridCol w:w="685"/>
        <w:gridCol w:w="1514"/>
        <w:gridCol w:w="1321"/>
        <w:gridCol w:w="1335"/>
        <w:gridCol w:w="1041"/>
        <w:gridCol w:w="1048"/>
        <w:gridCol w:w="1219"/>
        <w:gridCol w:w="877"/>
      </w:tblGrid>
      <w:tr w:rsidR="009E38FF" w:rsidRPr="00676DF6" w:rsidTr="003B3FAF">
        <w:trPr>
          <w:trHeight w:val="66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姓</w:t>
            </w:r>
            <w:r w:rsidRPr="00676DF6">
              <w:rPr>
                <w:rFonts w:eastAsia="仿宋_GB2312"/>
                <w:kern w:val="0"/>
                <w:sz w:val="24"/>
              </w:rPr>
              <w:t xml:space="preserve"> 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现任职务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生</w:t>
            </w:r>
            <w:r w:rsidRPr="00676DF6">
              <w:rPr>
                <w:rFonts w:eastAsia="仿宋_GB2312"/>
                <w:kern w:val="0"/>
                <w:sz w:val="24"/>
              </w:rPr>
              <w:t xml:space="preserve">       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籍</w:t>
            </w:r>
            <w:r w:rsidRPr="00676DF6">
              <w:rPr>
                <w:rFonts w:eastAsia="仿宋_GB2312"/>
                <w:kern w:val="0"/>
                <w:sz w:val="24"/>
              </w:rPr>
              <w:t xml:space="preserve"> 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贯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</w:p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参加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作</w:t>
            </w:r>
          </w:p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FF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 历</w:t>
            </w:r>
          </w:p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位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6DF6">
              <w:rPr>
                <w:rFonts w:ascii="仿宋_GB2312" w:eastAsia="仿宋_GB2312" w:hAnsi="宋体" w:cs="宋体" w:hint="eastAsia"/>
                <w:kern w:val="0"/>
                <w:sz w:val="24"/>
              </w:rPr>
              <w:t>代表类别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备 注</w:t>
            </w:r>
          </w:p>
        </w:tc>
      </w:tr>
      <w:tr w:rsidR="009E38FF" w:rsidRPr="00676DF6" w:rsidTr="003B3FAF">
        <w:trPr>
          <w:trHeight w:val="454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9E38FF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马成成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院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团委书记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1986.2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江苏徐州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中共党员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2011.7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初级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党政管理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E38FF" w:rsidRPr="00676DF6" w:rsidTr="003B3FAF">
        <w:trPr>
          <w:trHeight w:val="454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9E38FF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王  青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院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中文研究所所长、教授委员会副主任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1962.10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jc w:val="center"/>
            </w:pPr>
            <w:r w:rsidRPr="00EC75F5"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北京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Default="009E38FF" w:rsidP="003B3FAF">
            <w:pPr>
              <w:jc w:val="center"/>
            </w:pPr>
            <w:r w:rsidRPr="004C56DE">
              <w:rPr>
                <w:rFonts w:ascii="仿宋_GB2312" w:eastAsia="仿宋_GB2312" w:hAnsi="宋体" w:cs="宋体" w:hint="eastAsia"/>
                <w:kern w:val="0"/>
                <w:sz w:val="24"/>
              </w:rPr>
              <w:t>中共党员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1984.7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0A25B8" w:rsidRDefault="009E38FF" w:rsidP="003B3FAF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E38FF" w:rsidRPr="00676DF6" w:rsidTr="003B3FAF">
        <w:trPr>
          <w:trHeight w:val="454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9E38FF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尹保华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院公管</w:t>
            </w:r>
            <w:proofErr w:type="gramEnd"/>
            <w:r>
              <w:rPr>
                <w:rFonts w:ascii="仿宋_GB2312" w:eastAsia="仿宋_GB2312" w:hAnsi="宋体" w:cs="宋体"/>
                <w:kern w:val="0"/>
                <w:sz w:val="24"/>
              </w:rPr>
              <w:t>研究所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副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所长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1962.9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jc w:val="center"/>
            </w:pPr>
            <w:r w:rsidRPr="00EC75F5"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江苏沛县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Default="009E38FF" w:rsidP="003B3FAF">
            <w:pPr>
              <w:jc w:val="center"/>
            </w:pPr>
            <w:r w:rsidRPr="004C56DE">
              <w:rPr>
                <w:rFonts w:ascii="仿宋_GB2312" w:eastAsia="仿宋_GB2312" w:hAnsi="宋体" w:cs="宋体" w:hint="eastAsia"/>
                <w:kern w:val="0"/>
                <w:sz w:val="24"/>
              </w:rPr>
              <w:t>中共党员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1986.8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0A25B8" w:rsidRDefault="009E38FF" w:rsidP="003B3FAF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E38FF" w:rsidRPr="00676DF6" w:rsidTr="003B3FAF">
        <w:trPr>
          <w:trHeight w:val="454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9E38FF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刘秀凤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院工会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主席、机关支部书记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966.9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jc w:val="center"/>
            </w:pPr>
            <w:r w:rsidRPr="00EC75F5"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山东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枣庄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Default="009E38FF" w:rsidP="003B3FAF">
            <w:pPr>
              <w:jc w:val="center"/>
            </w:pPr>
            <w:r w:rsidRPr="004C56DE">
              <w:rPr>
                <w:rFonts w:ascii="仿宋_GB2312" w:eastAsia="仿宋_GB2312" w:hAnsi="宋体" w:cs="宋体" w:hint="eastAsia"/>
                <w:kern w:val="0"/>
                <w:sz w:val="24"/>
              </w:rPr>
              <w:t>中共党员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1987.7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高工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0A25B8" w:rsidRDefault="009E38FF" w:rsidP="003B3FAF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实验教辅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E38FF" w:rsidRPr="00676DF6" w:rsidTr="003B3FAF">
        <w:trPr>
          <w:trHeight w:val="454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9E38FF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许迎春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法学系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教师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1980.10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jc w:val="center"/>
            </w:pPr>
            <w:r w:rsidRPr="00EC75F5"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湖北随州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Default="009E38FF" w:rsidP="003B3FAF">
            <w:pPr>
              <w:jc w:val="center"/>
            </w:pPr>
            <w:r w:rsidRPr="004C56DE">
              <w:rPr>
                <w:rFonts w:ascii="仿宋_GB2312" w:eastAsia="仿宋_GB2312" w:hAnsi="宋体" w:cs="宋体" w:hint="eastAsia"/>
                <w:kern w:val="0"/>
                <w:sz w:val="24"/>
              </w:rPr>
              <w:t>中共党员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2012.7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讲师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0A25B8" w:rsidRDefault="009E38FF" w:rsidP="003B3FAF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E38FF" w:rsidRPr="00676DF6" w:rsidTr="003B3FAF">
        <w:trPr>
          <w:trHeight w:val="454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9E38FF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严海波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院长助理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、党政办公室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主任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1978.5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jc w:val="center"/>
            </w:pPr>
            <w:r w:rsidRPr="00EC75F5"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江苏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沭阳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Default="009E38FF" w:rsidP="003B3FAF">
            <w:pPr>
              <w:jc w:val="center"/>
            </w:pPr>
            <w:r w:rsidRPr="004C56DE">
              <w:rPr>
                <w:rFonts w:ascii="仿宋_GB2312" w:eastAsia="仿宋_GB2312" w:hAnsi="宋体" w:cs="宋体" w:hint="eastAsia"/>
                <w:kern w:val="0"/>
                <w:sz w:val="24"/>
              </w:rPr>
              <w:t>中共党员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2002.7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讲师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党政管理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E38FF" w:rsidRPr="00676DF6" w:rsidTr="003B3FAF">
        <w:trPr>
          <w:trHeight w:val="454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9E38FF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F36962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杨思留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院党委书记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1963.1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jc w:val="center"/>
            </w:pPr>
            <w:r w:rsidRPr="00EC75F5"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江苏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连云港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Default="009E38FF" w:rsidP="003B3FAF">
            <w:pPr>
              <w:jc w:val="center"/>
            </w:pPr>
            <w:r w:rsidRPr="004C56DE">
              <w:rPr>
                <w:rFonts w:ascii="仿宋_GB2312" w:eastAsia="仿宋_GB2312" w:hAnsi="宋体" w:cs="宋体" w:hint="eastAsia"/>
                <w:kern w:val="0"/>
                <w:sz w:val="24"/>
              </w:rPr>
              <w:t>中共党员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1984.7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0A25B8" w:rsidRDefault="009E38FF" w:rsidP="003B3FAF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E38FF" w:rsidRPr="00676DF6" w:rsidTr="003B3FAF">
        <w:trPr>
          <w:trHeight w:val="454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9E38FF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张长立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院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公共管理研究所所长、教授委员会主任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1963.9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jc w:val="center"/>
            </w:pPr>
            <w:r w:rsidRPr="00EC75F5"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江苏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徐州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Default="009E38FF" w:rsidP="003B3FAF">
            <w:pPr>
              <w:jc w:val="center"/>
            </w:pPr>
            <w:r w:rsidRPr="004C56DE">
              <w:rPr>
                <w:rFonts w:ascii="仿宋_GB2312" w:eastAsia="仿宋_GB2312" w:hAnsi="宋体" w:cs="宋体" w:hint="eastAsia"/>
                <w:kern w:val="0"/>
                <w:sz w:val="24"/>
              </w:rPr>
              <w:t>中共党员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1987.8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0A25B8" w:rsidRDefault="009E38FF" w:rsidP="003B3FAF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E38FF" w:rsidRPr="00676DF6" w:rsidTr="003B3FAF">
        <w:trPr>
          <w:trHeight w:val="454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9E38FF">
            <w:pPr>
              <w:widowControl/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F36962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段鑫星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院长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校MPA中心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主任、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校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妇委会主任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1964.10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Default="009E38FF" w:rsidP="003B3FAF">
            <w:pPr>
              <w:jc w:val="center"/>
            </w:pPr>
            <w:r w:rsidRPr="00EC75F5">
              <w:rPr>
                <w:rFonts w:ascii="仿宋_GB2312" w:eastAsia="仿宋_GB2312" w:hAnsi="宋体" w:cs="宋体" w:hint="eastAsia"/>
                <w:kern w:val="0"/>
                <w:sz w:val="24"/>
              </w:rPr>
              <w:t>汉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山西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平遥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Default="009E38FF" w:rsidP="003B3FAF">
            <w:pPr>
              <w:jc w:val="center"/>
            </w:pPr>
            <w:r w:rsidRPr="004C56DE">
              <w:rPr>
                <w:rFonts w:ascii="仿宋_GB2312" w:eastAsia="仿宋_GB2312" w:hAnsi="宋体" w:cs="宋体" w:hint="eastAsia"/>
                <w:kern w:val="0"/>
                <w:sz w:val="24"/>
              </w:rPr>
              <w:t>中共党员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1987.7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教授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0A25B8" w:rsidRDefault="009E38FF" w:rsidP="003B3FAF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0A25B8">
              <w:rPr>
                <w:rFonts w:ascii="楷体_GB2312" w:eastAsia="楷体_GB2312" w:hAnsi="宋体" w:cs="宋体" w:hint="eastAsia"/>
                <w:kern w:val="0"/>
                <w:sz w:val="24"/>
              </w:rPr>
              <w:t>教学科研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FF" w:rsidRPr="00676DF6" w:rsidRDefault="009E38FF" w:rsidP="003B3FA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005633" w:rsidRDefault="00005633"/>
    <w:sectPr w:rsidR="00005633" w:rsidSect="00E011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302" w:rsidRDefault="00895302">
      <w:r>
        <w:separator/>
      </w:r>
    </w:p>
  </w:endnote>
  <w:endnote w:type="continuationSeparator" w:id="0">
    <w:p w:rsidR="00895302" w:rsidRDefault="00895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4F" w:rsidRDefault="0089530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4F" w:rsidRDefault="0089530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4F" w:rsidRDefault="0089530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302" w:rsidRDefault="00895302">
      <w:r>
        <w:separator/>
      </w:r>
    </w:p>
  </w:footnote>
  <w:footnote w:type="continuationSeparator" w:id="0">
    <w:p w:rsidR="00895302" w:rsidRDefault="00895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4F" w:rsidRDefault="0089530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4F" w:rsidRDefault="00895302" w:rsidP="009D06D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4F" w:rsidRDefault="008953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A5365"/>
    <w:multiLevelType w:val="hybridMultilevel"/>
    <w:tmpl w:val="41F0FE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FF"/>
    <w:rsid w:val="00005633"/>
    <w:rsid w:val="00606257"/>
    <w:rsid w:val="00895302"/>
    <w:rsid w:val="009E38FF"/>
    <w:rsid w:val="00E0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92B7B6-8D49-419E-AC12-19910B17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8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E3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E38F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9E38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E38F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yanhaibo</dc:creator>
  <cp:keywords/>
  <dc:description/>
  <cp:lastModifiedBy>yanhaibo</cp:lastModifiedBy>
  <cp:revision>4</cp:revision>
  <dcterms:created xsi:type="dcterms:W3CDTF">2014-11-12T09:39:00Z</dcterms:created>
  <dcterms:modified xsi:type="dcterms:W3CDTF">2014-11-21T08:59:00Z</dcterms:modified>
</cp:coreProperties>
</file>